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325" w:rsidRDefault="007F5325" w:rsidP="00EE621C">
      <w:pPr>
        <w:rPr>
          <w:sz w:val="40"/>
          <w:szCs w:val="40"/>
        </w:rPr>
      </w:pPr>
    </w:p>
    <w:p w:rsidR="007F5325" w:rsidRPr="00F41A81" w:rsidRDefault="007F5325" w:rsidP="00F41A81">
      <w:pPr>
        <w:jc w:val="center"/>
        <w:rPr>
          <w:sz w:val="40"/>
          <w:szCs w:val="40"/>
        </w:rPr>
      </w:pPr>
      <w:r>
        <w:rPr>
          <w:sz w:val="40"/>
          <w:szCs w:val="40"/>
        </w:rPr>
        <w:t>Greetings- Lesson 1  (10 pts.)</w:t>
      </w:r>
    </w:p>
    <w:p w:rsidR="007F5325" w:rsidRDefault="007F5325" w:rsidP="00F020C6">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7F5325" w:rsidRDefault="007F5325" w:rsidP="00EE67C9">
      <w:pPr>
        <w:jc w:val="center"/>
        <w:rPr>
          <w:sz w:val="24"/>
          <w:szCs w:val="24"/>
        </w:rPr>
      </w:pPr>
      <w:r>
        <w:rPr>
          <w:sz w:val="24"/>
          <w:szCs w:val="24"/>
        </w:rPr>
        <w:t>Here is your task:</w:t>
      </w:r>
    </w:p>
    <w:p w:rsidR="007F5325" w:rsidRPr="003A3636" w:rsidRDefault="007F5325"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7F5325" w:rsidRPr="003A3636" w:rsidRDefault="007F5325" w:rsidP="00F020C6">
      <w:pPr>
        <w:rPr>
          <w:b/>
          <w:sz w:val="24"/>
          <w:szCs w:val="24"/>
        </w:rPr>
      </w:pPr>
      <w:r w:rsidRPr="003A3636">
        <w:rPr>
          <w:b/>
          <w:sz w:val="24"/>
          <w:szCs w:val="24"/>
        </w:rPr>
        <w:t>Second, select the language of your culture.</w:t>
      </w:r>
    </w:p>
    <w:p w:rsidR="007F5325" w:rsidRPr="003A3636" w:rsidRDefault="007F5325" w:rsidP="00F020C6">
      <w:pPr>
        <w:rPr>
          <w:b/>
          <w:sz w:val="24"/>
          <w:szCs w:val="24"/>
        </w:rPr>
      </w:pPr>
      <w:r w:rsidRPr="003A3636">
        <w:rPr>
          <w:b/>
          <w:sz w:val="24"/>
          <w:szCs w:val="24"/>
        </w:rPr>
        <w:t>Third, find the lesson for greetings.</w:t>
      </w:r>
    </w:p>
    <w:p w:rsidR="007F5325" w:rsidRDefault="007F5325"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“GreetingsLastname” and save it to your flash drive.   Upload it to the Wiki.</w:t>
      </w:r>
    </w:p>
    <w:p w:rsidR="007F5325" w:rsidRDefault="007F5325"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7F5325" w:rsidRPr="003A3636" w:rsidRDefault="007F5325" w:rsidP="00F020C6">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7F5325" w:rsidRPr="00CD1001" w:rsidRDefault="007F5325" w:rsidP="00CD1001">
      <w:pPr>
        <w:pStyle w:val="ListParagraph"/>
        <w:numPr>
          <w:ilvl w:val="0"/>
          <w:numId w:val="1"/>
        </w:numPr>
        <w:rPr>
          <w:sz w:val="24"/>
          <w:szCs w:val="24"/>
        </w:rPr>
      </w:pPr>
      <w:r>
        <w:rPr>
          <w:sz w:val="24"/>
          <w:szCs w:val="24"/>
        </w:rPr>
        <w:t xml:space="preserve"> How do you say “Hello” in your country? </w:t>
      </w:r>
    </w:p>
    <w:p w:rsidR="007F5325" w:rsidRDefault="007F5325" w:rsidP="005C7A93">
      <w:pPr>
        <w:pStyle w:val="ListParagraph"/>
        <w:rPr>
          <w:sz w:val="24"/>
          <w:szCs w:val="24"/>
        </w:rPr>
      </w:pPr>
      <w:r>
        <w:rPr>
          <w:sz w:val="24"/>
          <w:szCs w:val="24"/>
        </w:rPr>
        <w:t>Ni hao ma</w:t>
      </w:r>
    </w:p>
    <w:p w:rsidR="007F5325" w:rsidRPr="00743C52" w:rsidRDefault="007F5325" w:rsidP="00743C52">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7F5325" w:rsidRDefault="007F5325" w:rsidP="005C7A93">
      <w:pPr>
        <w:pStyle w:val="ListParagraph"/>
        <w:rPr>
          <w:sz w:val="24"/>
          <w:szCs w:val="24"/>
        </w:rPr>
      </w:pPr>
    </w:p>
    <w:p w:rsidR="007F5325" w:rsidRPr="00406D12" w:rsidRDefault="007F5325" w:rsidP="00406D12">
      <w:pPr>
        <w:pStyle w:val="ListParagraph"/>
        <w:rPr>
          <w:sz w:val="24"/>
          <w:szCs w:val="24"/>
        </w:rPr>
      </w:pPr>
      <w:r>
        <w:rPr>
          <w:sz w:val="24"/>
          <w:szCs w:val="24"/>
        </w:rPr>
        <w:t xml:space="preserve">Morning:  zao shang hao </w:t>
      </w:r>
      <w:r>
        <w:rPr>
          <w:sz w:val="24"/>
          <w:szCs w:val="24"/>
        </w:rPr>
        <w:tab/>
      </w:r>
    </w:p>
    <w:p w:rsidR="007F5325" w:rsidRDefault="007F5325" w:rsidP="005C7A93">
      <w:pPr>
        <w:pStyle w:val="ListParagraph"/>
        <w:rPr>
          <w:sz w:val="24"/>
          <w:szCs w:val="24"/>
        </w:rPr>
      </w:pPr>
    </w:p>
    <w:p w:rsidR="007F5325" w:rsidRDefault="007F5325" w:rsidP="005C7A93">
      <w:pPr>
        <w:pStyle w:val="ListParagraph"/>
        <w:rPr>
          <w:sz w:val="24"/>
          <w:szCs w:val="24"/>
        </w:rPr>
      </w:pPr>
      <w:r>
        <w:rPr>
          <w:sz w:val="24"/>
          <w:szCs w:val="24"/>
        </w:rPr>
        <w:t>Afternoon:</w:t>
      </w:r>
      <w:r>
        <w:rPr>
          <w:rFonts w:ascii="ArialUnicodeMS" w:hAnsi="ArialUnicodeMS" w:cs="ArialUnicodeMS"/>
          <w:sz w:val="24"/>
          <w:szCs w:val="24"/>
        </w:rPr>
        <w:t xml:space="preserve">  they don’t really say good afternoon </w:t>
      </w:r>
    </w:p>
    <w:p w:rsidR="007F5325" w:rsidRDefault="007F5325" w:rsidP="005C7A93">
      <w:pPr>
        <w:pStyle w:val="ListParagraph"/>
        <w:rPr>
          <w:sz w:val="24"/>
          <w:szCs w:val="24"/>
        </w:rPr>
      </w:pPr>
    </w:p>
    <w:p w:rsidR="007F5325" w:rsidRPr="00EF40D0" w:rsidRDefault="007F5325" w:rsidP="00EF40D0">
      <w:pPr>
        <w:pStyle w:val="ListParagraph"/>
        <w:rPr>
          <w:sz w:val="24"/>
          <w:szCs w:val="24"/>
        </w:rPr>
      </w:pPr>
      <w:r>
        <w:rPr>
          <w:sz w:val="24"/>
          <w:szCs w:val="24"/>
        </w:rPr>
        <w:t xml:space="preserve">Evening:  they don’t really say good afternoon  </w:t>
      </w:r>
    </w:p>
    <w:p w:rsidR="007F5325" w:rsidRDefault="007F5325" w:rsidP="005C7A93">
      <w:pPr>
        <w:pStyle w:val="ListParagraph"/>
        <w:rPr>
          <w:sz w:val="24"/>
          <w:szCs w:val="24"/>
        </w:rPr>
      </w:pPr>
    </w:p>
    <w:p w:rsidR="007F5325" w:rsidRDefault="007F5325" w:rsidP="00743C52">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bookmarkStart w:id="0" w:name="_GoBack"/>
      <w:bookmarkEnd w:id="0"/>
    </w:p>
    <w:p w:rsidR="007F5325" w:rsidRDefault="007F5325" w:rsidP="008E2F10">
      <w:pPr>
        <w:pStyle w:val="ListParagraph"/>
        <w:ind w:left="360"/>
        <w:rPr>
          <w:sz w:val="24"/>
          <w:szCs w:val="24"/>
        </w:rPr>
      </w:pPr>
    </w:p>
    <w:p w:rsidR="007F5325" w:rsidRDefault="007F5325" w:rsidP="008E2F10">
      <w:pPr>
        <w:pStyle w:val="ListParagraph"/>
        <w:ind w:left="360"/>
        <w:rPr>
          <w:sz w:val="24"/>
          <w:szCs w:val="24"/>
        </w:rPr>
      </w:pPr>
    </w:p>
    <w:p w:rsidR="007F5325" w:rsidRPr="00743C52" w:rsidRDefault="007F5325" w:rsidP="008E2F10">
      <w:pPr>
        <w:pStyle w:val="ListParagraph"/>
        <w:ind w:left="360"/>
        <w:rPr>
          <w:sz w:val="24"/>
          <w:szCs w:val="24"/>
        </w:rPr>
      </w:pPr>
      <w:r w:rsidRPr="00743C52">
        <w:rPr>
          <w:i/>
          <w:sz w:val="24"/>
          <w:szCs w:val="24"/>
        </w:rPr>
        <w:t>Looking ahead:  your next lesson will be about saying goodbye and “I’m sorry!”</w:t>
      </w:r>
      <w:r w:rsidRPr="00743C52">
        <w:rPr>
          <w:i/>
          <w:sz w:val="24"/>
          <w:szCs w:val="24"/>
        </w:rPr>
        <w:tab/>
      </w:r>
    </w:p>
    <w:p w:rsidR="007F5325" w:rsidRPr="00A85752" w:rsidRDefault="007F5325" w:rsidP="00A85752">
      <w:pPr>
        <w:rPr>
          <w:sz w:val="24"/>
          <w:szCs w:val="24"/>
        </w:rPr>
      </w:pPr>
    </w:p>
    <w:p w:rsidR="007F5325" w:rsidRDefault="007F5325" w:rsidP="005C7A93">
      <w:pPr>
        <w:pStyle w:val="ListParagraph"/>
        <w:rPr>
          <w:sz w:val="24"/>
          <w:szCs w:val="24"/>
        </w:rPr>
      </w:pPr>
    </w:p>
    <w:p w:rsidR="007F5325" w:rsidRDefault="007F5325" w:rsidP="005C7A93">
      <w:pPr>
        <w:pStyle w:val="ListParagraph"/>
        <w:rPr>
          <w:sz w:val="24"/>
          <w:szCs w:val="24"/>
        </w:rPr>
      </w:pPr>
    </w:p>
    <w:p w:rsidR="007F5325" w:rsidRDefault="007F5325" w:rsidP="005C7A93">
      <w:pPr>
        <w:pStyle w:val="ListParagraph"/>
        <w:rPr>
          <w:sz w:val="24"/>
          <w:szCs w:val="24"/>
        </w:rPr>
      </w:pPr>
    </w:p>
    <w:p w:rsidR="007F5325" w:rsidRDefault="007F5325" w:rsidP="005C7A93">
      <w:pPr>
        <w:pStyle w:val="ListParagraph"/>
        <w:rPr>
          <w:sz w:val="24"/>
          <w:szCs w:val="24"/>
        </w:rPr>
      </w:pPr>
    </w:p>
    <w:p w:rsidR="007F5325" w:rsidRPr="005C7A93" w:rsidRDefault="007F5325" w:rsidP="005C7A93">
      <w:pPr>
        <w:rPr>
          <w:sz w:val="24"/>
          <w:szCs w:val="24"/>
        </w:rPr>
      </w:pPr>
    </w:p>
    <w:sectPr w:rsidR="007F5325"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325" w:rsidRDefault="007F5325" w:rsidP="00D234BE">
      <w:pPr>
        <w:spacing w:after="0"/>
      </w:pPr>
      <w:r>
        <w:separator/>
      </w:r>
    </w:p>
  </w:endnote>
  <w:endnote w:type="continuationSeparator" w:id="0">
    <w:p w:rsidR="007F5325" w:rsidRDefault="007F5325"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325" w:rsidRDefault="007F53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325" w:rsidRDefault="007F532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325" w:rsidRDefault="007F53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325" w:rsidRDefault="007F5325" w:rsidP="00D234BE">
      <w:pPr>
        <w:spacing w:after="0"/>
      </w:pPr>
      <w:r>
        <w:separator/>
      </w:r>
    </w:p>
  </w:footnote>
  <w:footnote w:type="continuationSeparator" w:id="0">
    <w:p w:rsidR="007F5325" w:rsidRDefault="007F5325"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325" w:rsidRDefault="007F53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49" type="#_x0000_t75" style="position:absolute;margin-left:0;margin-top:0;width:540pt;height:540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325" w:rsidRDefault="007F53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0" type="#_x0000_t75" style="position:absolute;margin-left:0;margin-top:0;width:540pt;height:540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325" w:rsidRDefault="007F53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51" type="#_x0000_t75" style="position:absolute;margin-left:0;margin-top:0;width:540pt;height:540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FB8E154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E2A0C51"/>
    <w:multiLevelType w:val="hybridMultilevel"/>
    <w:tmpl w:val="4A0E7D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0C6"/>
    <w:rsid w:val="0003668E"/>
    <w:rsid w:val="000F381D"/>
    <w:rsid w:val="001247E8"/>
    <w:rsid w:val="00175BC0"/>
    <w:rsid w:val="00257506"/>
    <w:rsid w:val="00266A1D"/>
    <w:rsid w:val="00273874"/>
    <w:rsid w:val="002D4C0F"/>
    <w:rsid w:val="003612D2"/>
    <w:rsid w:val="003811EE"/>
    <w:rsid w:val="00393066"/>
    <w:rsid w:val="003A3636"/>
    <w:rsid w:val="00405BA7"/>
    <w:rsid w:val="00406D12"/>
    <w:rsid w:val="004335EA"/>
    <w:rsid w:val="00480D71"/>
    <w:rsid w:val="005B7C9B"/>
    <w:rsid w:val="005C7A93"/>
    <w:rsid w:val="005F623A"/>
    <w:rsid w:val="006E189C"/>
    <w:rsid w:val="00741D01"/>
    <w:rsid w:val="00743C52"/>
    <w:rsid w:val="007F5325"/>
    <w:rsid w:val="008A0B70"/>
    <w:rsid w:val="008B79C7"/>
    <w:rsid w:val="008C37A0"/>
    <w:rsid w:val="008E2F10"/>
    <w:rsid w:val="009420B1"/>
    <w:rsid w:val="00A85752"/>
    <w:rsid w:val="00AA7462"/>
    <w:rsid w:val="00AC7B56"/>
    <w:rsid w:val="00B47EE5"/>
    <w:rsid w:val="00BF7EA6"/>
    <w:rsid w:val="00C420C6"/>
    <w:rsid w:val="00CD1001"/>
    <w:rsid w:val="00D234BE"/>
    <w:rsid w:val="00D414F0"/>
    <w:rsid w:val="00D56F84"/>
    <w:rsid w:val="00D85482"/>
    <w:rsid w:val="00E207BE"/>
    <w:rsid w:val="00E60BFA"/>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234BE"/>
    <w:pPr>
      <w:tabs>
        <w:tab w:val="center" w:pos="4680"/>
        <w:tab w:val="right" w:pos="9360"/>
      </w:tabs>
      <w:spacing w:after="0"/>
    </w:pPr>
  </w:style>
  <w:style w:type="character" w:customStyle="1" w:styleId="HeaderChar">
    <w:name w:val="Header Char"/>
    <w:basedOn w:val="DefaultParagraphFont"/>
    <w:link w:val="Header"/>
    <w:uiPriority w:val="99"/>
    <w:semiHidden/>
    <w:locked/>
    <w:rsid w:val="00D234BE"/>
    <w:rPr>
      <w:rFonts w:cs="Times New Roman"/>
    </w:rPr>
  </w:style>
  <w:style w:type="paragraph" w:styleId="Footer">
    <w:name w:val="footer"/>
    <w:basedOn w:val="Normal"/>
    <w:link w:val="FooterChar"/>
    <w:uiPriority w:val="99"/>
    <w:semiHidden/>
    <w:rsid w:val="00D234BE"/>
    <w:pPr>
      <w:tabs>
        <w:tab w:val="center" w:pos="4680"/>
        <w:tab w:val="right" w:pos="9360"/>
      </w:tabs>
      <w:spacing w:after="0"/>
    </w:pPr>
  </w:style>
  <w:style w:type="character" w:customStyle="1" w:styleId="FooterChar">
    <w:name w:val="Footer Char"/>
    <w:basedOn w:val="DefaultParagraphFont"/>
    <w:link w:val="Footer"/>
    <w:uiPriority w:val="99"/>
    <w:semiHidden/>
    <w:locked/>
    <w:rsid w:val="00D234BE"/>
    <w:rPr>
      <w:rFonts w:cs="Times New Roman"/>
    </w:rPr>
  </w:style>
  <w:style w:type="character" w:styleId="Hyperlink">
    <w:name w:val="Hyperlink"/>
    <w:basedOn w:val="DefaultParagraphFont"/>
    <w:uiPriority w:val="99"/>
    <w:rsid w:val="00D234BE"/>
    <w:rPr>
      <w:rFonts w:cs="Times New Roman"/>
      <w:color w:val="0000FF"/>
      <w:u w:val="single"/>
    </w:rPr>
  </w:style>
  <w:style w:type="paragraph" w:styleId="ListParagraph">
    <w:name w:val="List Paragraph"/>
    <w:basedOn w:val="Normal"/>
    <w:uiPriority w:val="99"/>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902375962">
      <w:marLeft w:val="0"/>
      <w:marRight w:val="0"/>
      <w:marTop w:val="0"/>
      <w:marBottom w:val="0"/>
      <w:divBdr>
        <w:top w:val="none" w:sz="0" w:space="0" w:color="auto"/>
        <w:left w:val="none" w:sz="0" w:space="0" w:color="auto"/>
        <w:bottom w:val="none" w:sz="0" w:space="0" w:color="auto"/>
        <w:right w:val="none" w:sz="0" w:space="0" w:color="auto"/>
      </w:divBdr>
    </w:div>
    <w:div w:id="902375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1</Pages>
  <Words>276</Words>
  <Characters>1578</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Greetings- Lesson 1  (10 pts</dc:title>
  <dc:subject/>
  <dc:creator>teacher</dc:creator>
  <cp:keywords/>
  <dc:description/>
  <cp:lastModifiedBy>avalued</cp:lastModifiedBy>
  <cp:revision>2</cp:revision>
  <dcterms:created xsi:type="dcterms:W3CDTF">2011-11-16T00:25:00Z</dcterms:created>
  <dcterms:modified xsi:type="dcterms:W3CDTF">2011-11-16T00:25:00Z</dcterms:modified>
</cp:coreProperties>
</file>